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B01F3" w:rsidRPr="00FD0AE3" w:rsidRDefault="002B01F3" w:rsidP="002B01F3">
      <w:pPr>
        <w:pStyle w:val="Bulleted1"/>
        <w:rPr>
          <w:rFonts w:ascii="Arial" w:hAnsi="Arial"/>
        </w:rPr>
      </w:pPr>
      <w:r w:rsidRPr="00FD0AE3">
        <w:rPr>
          <w:rFonts w:ascii="Arial" w:hAnsi="Arial"/>
        </w:rPr>
        <w:t>rechthoekige bedieningsplaat met twee rechthoekige spoeltoetsen</w:t>
      </w:r>
      <w:r w:rsidR="003151E7" w:rsidRPr="00FD0AE3">
        <w:rPr>
          <w:rFonts w:ascii="Arial" w:hAnsi="Arial"/>
        </w:rPr>
        <w:t>,</w:t>
      </w:r>
      <w:r w:rsidRPr="00FD0AE3">
        <w:rPr>
          <w:rFonts w:ascii="Arial" w:hAnsi="Arial"/>
        </w:rPr>
        <w:t xml:space="preserve"> </w:t>
      </w:r>
      <w:r w:rsidR="003151E7" w:rsidRPr="00FD0AE3">
        <w:rPr>
          <w:rFonts w:ascii="Arial" w:hAnsi="Arial"/>
        </w:rPr>
        <w:t xml:space="preserve">die in hetzelfde vlak ligt als de afwerking van de muur, </w:t>
      </w:r>
      <w:r w:rsidRPr="00FD0AE3">
        <w:rPr>
          <w:rFonts w:ascii="Arial" w:hAnsi="Arial"/>
        </w:rPr>
        <w:t>voor een inbouwspoelreservoir voor frontbediening</w:t>
      </w:r>
    </w:p>
    <w:p w:rsidR="002B01F3" w:rsidRDefault="00834C3D" w:rsidP="002B01F3">
      <w:pPr>
        <w:pStyle w:val="Bulleted2"/>
        <w:rPr>
          <w:rFonts w:ascii="Arial" w:hAnsi="Arial"/>
        </w:rPr>
      </w:pPr>
      <w:r w:rsidRPr="00A43F59">
        <w:rPr>
          <w:rFonts w:ascii="Arial" w:hAnsi="Arial"/>
        </w:rPr>
        <w:t>de grote spoeltoets is breder dan dat deze hoog is</w:t>
      </w:r>
    </w:p>
    <w:p w:rsidR="00834C3D" w:rsidRDefault="00834C3D" w:rsidP="002B01F3">
      <w:pPr>
        <w:pStyle w:val="Bulleted2"/>
        <w:rPr>
          <w:rFonts w:ascii="Arial" w:hAnsi="Arial"/>
        </w:rPr>
      </w:pPr>
      <w:r w:rsidRPr="00A43F59">
        <w:rPr>
          <w:rFonts w:ascii="Arial" w:hAnsi="Arial"/>
        </w:rPr>
        <w:t>de kleine spoeltoets is hoger dan dat deze breed is</w:t>
      </w:r>
    </w:p>
    <w:p w:rsidR="00834C3D" w:rsidRPr="00120BE0" w:rsidRDefault="00B13A46" w:rsidP="002B01F3">
      <w:pPr>
        <w:pStyle w:val="Bulleted2"/>
        <w:rPr>
          <w:rFonts w:ascii="Arial" w:hAnsi="Arial"/>
        </w:rPr>
      </w:pPr>
      <w:r w:rsidRPr="00120BE0">
        <w:rPr>
          <w:rFonts w:ascii="Arial" w:hAnsi="Arial"/>
        </w:rPr>
        <w:t>rondom beide spoeltoetsen is er een rechthoekig</w:t>
      </w:r>
      <w:r w:rsidR="006F22FE" w:rsidRPr="00120BE0">
        <w:rPr>
          <w:rFonts w:ascii="Arial" w:hAnsi="Arial"/>
        </w:rPr>
        <w:t>e</w:t>
      </w:r>
      <w:r w:rsidRPr="00120BE0">
        <w:rPr>
          <w:rFonts w:ascii="Arial" w:hAnsi="Arial"/>
        </w:rPr>
        <w:t xml:space="preserve"> kader die wordt ingewerkt in de muur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E05E37" w:rsidRPr="00120BE0" w:rsidRDefault="00E05E37" w:rsidP="00B86FCC">
      <w:pPr>
        <w:pStyle w:val="Bulleted1"/>
        <w:rPr>
          <w:rFonts w:ascii="Arial" w:hAnsi="Arial"/>
        </w:rPr>
      </w:pPr>
      <w:r w:rsidRPr="00120BE0">
        <w:rPr>
          <w:rFonts w:ascii="Arial" w:hAnsi="Arial"/>
        </w:rPr>
        <w:t xml:space="preserve">beide </w:t>
      </w:r>
      <w:r w:rsidR="00C91A92" w:rsidRPr="00120BE0">
        <w:rPr>
          <w:rFonts w:ascii="Arial" w:hAnsi="Arial"/>
        </w:rPr>
        <w:t>spoelt</w:t>
      </w:r>
      <w:r w:rsidRPr="00120BE0">
        <w:rPr>
          <w:rFonts w:ascii="Arial" w:hAnsi="Arial"/>
        </w:rPr>
        <w:t xml:space="preserve">oetsen hebben </w:t>
      </w:r>
      <w:r w:rsidR="00062146" w:rsidRPr="00120BE0">
        <w:rPr>
          <w:rFonts w:ascii="Arial" w:hAnsi="Arial"/>
        </w:rPr>
        <w:t xml:space="preserve">onderaan, over de ganse breedte ervan, </w:t>
      </w:r>
      <w:r w:rsidRPr="00120BE0">
        <w:rPr>
          <w:rFonts w:ascii="Arial" w:hAnsi="Arial"/>
        </w:rPr>
        <w:t>een</w:t>
      </w:r>
      <w:r w:rsidR="00A43F59" w:rsidRPr="00120BE0">
        <w:rPr>
          <w:rFonts w:ascii="Arial" w:hAnsi="Arial"/>
        </w:rPr>
        <w:t xml:space="preserve"> </w:t>
      </w:r>
      <w:r w:rsidRPr="00120BE0">
        <w:rPr>
          <w:rFonts w:ascii="Arial" w:hAnsi="Arial"/>
        </w:rPr>
        <w:t>design</w:t>
      </w:r>
      <w:r w:rsidR="00062146" w:rsidRPr="00120BE0">
        <w:rPr>
          <w:rFonts w:ascii="Arial" w:hAnsi="Arial"/>
        </w:rPr>
        <w:t>str</w:t>
      </w:r>
      <w:r w:rsidR="00505BC8" w:rsidRPr="00120BE0">
        <w:rPr>
          <w:rFonts w:ascii="Arial" w:hAnsi="Arial"/>
        </w:rPr>
        <w:t>ook</w:t>
      </w:r>
      <w:r w:rsidR="00440828" w:rsidRPr="00120BE0">
        <w:rPr>
          <w:rFonts w:ascii="Arial" w:hAnsi="Arial"/>
        </w:rPr>
        <w:t xml:space="preserve"> </w:t>
      </w:r>
      <w:r w:rsidRPr="00120BE0">
        <w:rPr>
          <w:rFonts w:ascii="Arial" w:hAnsi="Arial"/>
        </w:rPr>
        <w:t xml:space="preserve"> van dezelfde kleur</w:t>
      </w:r>
      <w:r w:rsidR="00B13A46" w:rsidRPr="00120BE0">
        <w:rPr>
          <w:rFonts w:ascii="Arial" w:hAnsi="Arial"/>
        </w:rPr>
        <w:t>schakering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407A70" w:rsidRDefault="00E05E37" w:rsidP="00F97930">
      <w:pPr>
        <w:pStyle w:val="Bulleted1"/>
        <w:rPr>
          <w:rFonts w:ascii="Arial" w:hAnsi="Arial"/>
        </w:rPr>
      </w:pPr>
      <w:bookmarkStart w:id="0" w:name="_Hlk39760125"/>
      <w:bookmarkStart w:id="1" w:name="_Hlk35937103"/>
      <w:r w:rsidRPr="00407A70">
        <w:rPr>
          <w:rFonts w:ascii="Arial" w:hAnsi="Arial"/>
        </w:rPr>
        <w:t xml:space="preserve">de </w:t>
      </w:r>
      <w:r w:rsidR="004F2BF6" w:rsidRPr="00407A70">
        <w:rPr>
          <w:rFonts w:ascii="Arial" w:hAnsi="Arial"/>
        </w:rPr>
        <w:t>rechthoekige kader</w:t>
      </w:r>
      <w:r w:rsidR="00312889" w:rsidRPr="00407A70">
        <w:rPr>
          <w:rFonts w:ascii="Arial" w:hAnsi="Arial"/>
        </w:rPr>
        <w:t xml:space="preserve">, </w:t>
      </w:r>
      <w:r w:rsidRPr="00407A70">
        <w:rPr>
          <w:rFonts w:ascii="Arial" w:hAnsi="Arial"/>
        </w:rPr>
        <w:t>de spoeltoetsen</w:t>
      </w:r>
      <w:r w:rsidR="00312889" w:rsidRPr="00407A70">
        <w:rPr>
          <w:rFonts w:ascii="Arial" w:hAnsi="Arial"/>
        </w:rPr>
        <w:t xml:space="preserve"> en de designstroken zij</w:t>
      </w:r>
      <w:r w:rsidRPr="00407A70">
        <w:rPr>
          <w:rFonts w:ascii="Arial" w:hAnsi="Arial"/>
        </w:rPr>
        <w:t xml:space="preserve">n van </w:t>
      </w:r>
      <w:r w:rsidR="004F2BF6" w:rsidRPr="00407A70">
        <w:rPr>
          <w:rFonts w:ascii="Arial" w:hAnsi="Arial"/>
        </w:rPr>
        <w:t>spuitgietzink</w:t>
      </w:r>
    </w:p>
    <w:p w:rsidR="00951116" w:rsidRPr="00407A70" w:rsidRDefault="00163B78" w:rsidP="00951116">
      <w:pPr>
        <w:pStyle w:val="Bulleted2"/>
        <w:rPr>
          <w:rFonts w:ascii="Arial" w:hAnsi="Arial"/>
        </w:rPr>
      </w:pPr>
      <w:r w:rsidRPr="00407A70">
        <w:rPr>
          <w:rFonts w:ascii="Arial" w:hAnsi="Arial"/>
        </w:rPr>
        <w:t xml:space="preserve">de rechthoekige kader en de designstroken zijn </w:t>
      </w:r>
      <w:proofErr w:type="spellStart"/>
      <w:r w:rsidRPr="00407A70">
        <w:rPr>
          <w:rFonts w:ascii="Arial" w:hAnsi="Arial"/>
        </w:rPr>
        <w:t>glansverchroomd</w:t>
      </w:r>
      <w:proofErr w:type="spellEnd"/>
    </w:p>
    <w:p w:rsidR="00163B78" w:rsidRPr="00407A70" w:rsidRDefault="00163B78" w:rsidP="00951116">
      <w:pPr>
        <w:pStyle w:val="Bulleted2"/>
        <w:rPr>
          <w:rFonts w:ascii="Arial" w:hAnsi="Arial"/>
        </w:rPr>
      </w:pPr>
      <w:r w:rsidRPr="00407A70">
        <w:rPr>
          <w:rFonts w:ascii="Arial" w:hAnsi="Arial"/>
        </w:rPr>
        <w:t>de spoeltoetsen zijn van geborsteld chroom</w:t>
      </w:r>
    </w:p>
    <w:bookmarkEnd w:id="0"/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4F2BF6" w:rsidRPr="00812308" w:rsidRDefault="004F2BF6" w:rsidP="00297424">
      <w:pPr>
        <w:pStyle w:val="Bulleted1"/>
        <w:rPr>
          <w:rFonts w:ascii="Arial" w:hAnsi="Arial"/>
        </w:rPr>
      </w:pPr>
      <w:bookmarkStart w:id="3" w:name="_Hlk39760768"/>
      <w:r w:rsidRPr="00812308">
        <w:rPr>
          <w:rFonts w:ascii="Arial" w:hAnsi="Arial"/>
        </w:rPr>
        <w:t xml:space="preserve">de spoeltoetsen nemen de ganse oppervlakte van de </w:t>
      </w:r>
      <w:r w:rsidR="00812308" w:rsidRPr="00812308">
        <w:rPr>
          <w:rFonts w:ascii="Arial" w:hAnsi="Arial"/>
        </w:rPr>
        <w:t>bedienings</w:t>
      </w:r>
      <w:r w:rsidRPr="00812308">
        <w:rPr>
          <w:rFonts w:ascii="Arial" w:hAnsi="Arial"/>
        </w:rPr>
        <w:t>plaat in beslag</w:t>
      </w:r>
    </w:p>
    <w:p w:rsidR="00C23EA6" w:rsidRPr="00A3031A" w:rsidRDefault="00C23EA6" w:rsidP="00C23EA6">
      <w:pPr>
        <w:pStyle w:val="Bulleted2"/>
        <w:rPr>
          <w:rFonts w:ascii="Arial" w:hAnsi="Arial"/>
        </w:rPr>
      </w:pPr>
      <w:r w:rsidRPr="00A3031A">
        <w:rPr>
          <w:rFonts w:ascii="Arial" w:hAnsi="Arial"/>
        </w:rPr>
        <w:t>de spoeltoetsen hebben een scharnierpunt aan de bovenkant</w:t>
      </w:r>
    </w:p>
    <w:p w:rsidR="00C23EA6" w:rsidRPr="00A3031A" w:rsidRDefault="00C23EA6" w:rsidP="00C23EA6">
      <w:pPr>
        <w:pStyle w:val="Bulleted2"/>
        <w:rPr>
          <w:rFonts w:ascii="Arial" w:hAnsi="Arial"/>
        </w:rPr>
      </w:pPr>
      <w:r w:rsidRPr="00A3031A">
        <w:rPr>
          <w:rFonts w:ascii="Arial" w:hAnsi="Arial"/>
        </w:rPr>
        <w:t xml:space="preserve">ze kunnen 90° naar buiten worden gedraaid van de volledige verticale standaardpositie tot een volledige horizontale positie zodat men toegang heeft tot </w:t>
      </w:r>
      <w:r w:rsidR="00A3031A" w:rsidRPr="00A3031A">
        <w:rPr>
          <w:rFonts w:ascii="Arial" w:hAnsi="Arial"/>
        </w:rPr>
        <w:t xml:space="preserve">het binnenwerk van het </w:t>
      </w:r>
      <w:r w:rsidRPr="00A3031A">
        <w:rPr>
          <w:rFonts w:ascii="Arial" w:hAnsi="Arial"/>
        </w:rPr>
        <w:t>inbouwspoelreservoir</w:t>
      </w:r>
    </w:p>
    <w:bookmarkEnd w:id="3"/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C91A92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DE1C8C" w:rsidRDefault="004F2BF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:</w:t>
      </w:r>
      <w:r w:rsidR="00DE1C8C"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</w:t>
      </w:r>
      <w:r w:rsidR="004F2BF6">
        <w:rPr>
          <w:rFonts w:ascii="Arial" w:hAnsi="Arial"/>
        </w:rPr>
        <w:t>,4</w:t>
      </w:r>
      <w:r>
        <w:rPr>
          <w:rFonts w:ascii="Arial" w:hAnsi="Arial"/>
        </w:rPr>
        <w:t xml:space="preserve">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4F2BF6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:rsidR="004460E0" w:rsidRDefault="004460E0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F91FDE" w:rsidRPr="004460E0">
        <w:rPr>
          <w:rFonts w:ascii="Arial" w:hAnsi="Arial"/>
        </w:rPr>
        <w:t>bedieningsplaat</w:t>
      </w:r>
      <w:r>
        <w:rPr>
          <w:rFonts w:ascii="Arial" w:hAnsi="Arial"/>
        </w:rPr>
        <w:t xml:space="preserve">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5D1D6E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C91A92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</w:t>
            </w:r>
            <w:r w:rsidR="008B3692">
              <w:t>1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8B3692" w:rsidP="00157D48">
            <w:r>
              <w:t>4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</w:t>
            </w:r>
            <w:r w:rsidR="008B3692">
              <w:rPr>
                <w:rFonts w:ascii="Arial" w:hAnsi="Arial"/>
              </w:rPr>
              <w:t>3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8B3692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Pr="00CB476B" w:rsidRDefault="009251DA" w:rsidP="002F38FE">
      <w:pPr>
        <w:pStyle w:val="Bulleted1"/>
        <w:rPr>
          <w:rFonts w:ascii="Arial" w:hAnsi="Arial"/>
        </w:rPr>
      </w:pPr>
      <w:bookmarkStart w:id="4" w:name="_Hlk39761918"/>
      <w:r w:rsidRPr="00CB476B">
        <w:rPr>
          <w:rFonts w:ascii="Arial" w:hAnsi="Arial"/>
        </w:rPr>
        <w:t xml:space="preserve">een </w:t>
      </w:r>
      <w:r w:rsidR="00876EC7" w:rsidRPr="00CB476B">
        <w:rPr>
          <w:rFonts w:ascii="Arial" w:hAnsi="Arial"/>
        </w:rPr>
        <w:t>rechthoekige kader</w:t>
      </w:r>
      <w:r w:rsidRPr="00CB476B">
        <w:rPr>
          <w:rFonts w:ascii="Arial" w:hAnsi="Arial"/>
        </w:rPr>
        <w:t xml:space="preserve"> </w:t>
      </w:r>
      <w:r w:rsidR="00876EC7" w:rsidRPr="00CB476B">
        <w:rPr>
          <w:rFonts w:ascii="Arial" w:hAnsi="Arial"/>
        </w:rPr>
        <w:t>om rond de bedieningsplaat te plaatsen</w:t>
      </w:r>
      <w:r w:rsidR="00A54F0D" w:rsidRPr="00CB476B">
        <w:rPr>
          <w:rFonts w:ascii="Arial" w:hAnsi="Arial"/>
        </w:rPr>
        <w:t>:</w:t>
      </w:r>
    </w:p>
    <w:p w:rsidR="00A54F0D" w:rsidRPr="00CB476B" w:rsidRDefault="00A54F0D" w:rsidP="00A54F0D">
      <w:pPr>
        <w:pStyle w:val="Bulleted2"/>
        <w:rPr>
          <w:rFonts w:ascii="Arial" w:hAnsi="Arial"/>
        </w:rPr>
      </w:pPr>
      <w:r w:rsidRPr="00CB476B">
        <w:rPr>
          <w:rFonts w:ascii="Arial" w:hAnsi="Arial"/>
        </w:rPr>
        <w:t xml:space="preserve">de </w:t>
      </w:r>
      <w:proofErr w:type="spellStart"/>
      <w:r w:rsidRPr="00CB476B">
        <w:rPr>
          <w:rFonts w:ascii="Arial" w:hAnsi="Arial"/>
        </w:rPr>
        <w:t>binnenafmetingen</w:t>
      </w:r>
      <w:proofErr w:type="spellEnd"/>
      <w:r w:rsidRPr="00CB476B">
        <w:rPr>
          <w:rFonts w:ascii="Arial" w:hAnsi="Arial"/>
        </w:rPr>
        <w:t xml:space="preserve"> zijn identiek aan </w:t>
      </w:r>
      <w:r w:rsidR="00CB476B" w:rsidRPr="00CB476B">
        <w:rPr>
          <w:rFonts w:ascii="Arial" w:hAnsi="Arial"/>
        </w:rPr>
        <w:t xml:space="preserve">de buitenafmetingen </w:t>
      </w:r>
      <w:r w:rsidRPr="00CB476B">
        <w:rPr>
          <w:rFonts w:ascii="Arial" w:hAnsi="Arial"/>
        </w:rPr>
        <w:t>van de bedieningsplaat</w:t>
      </w:r>
    </w:p>
    <w:p w:rsidR="00A54F0D" w:rsidRPr="00CB476B" w:rsidRDefault="00A54F0D" w:rsidP="00A54F0D">
      <w:pPr>
        <w:pStyle w:val="Bulleted2"/>
        <w:rPr>
          <w:rFonts w:ascii="Arial" w:hAnsi="Arial"/>
        </w:rPr>
      </w:pPr>
      <w:r w:rsidRPr="00CB476B">
        <w:rPr>
          <w:rFonts w:ascii="Arial" w:hAnsi="Arial"/>
        </w:rPr>
        <w:t>de</w:t>
      </w:r>
      <w:r w:rsidR="00CB476B" w:rsidRPr="00CB476B">
        <w:rPr>
          <w:rFonts w:ascii="Arial" w:hAnsi="Arial"/>
        </w:rPr>
        <w:t xml:space="preserve"> breedte van de</w:t>
      </w:r>
      <w:r w:rsidRPr="00CB476B">
        <w:rPr>
          <w:rFonts w:ascii="Arial" w:hAnsi="Arial"/>
        </w:rPr>
        <w:t xml:space="preserve"> boord </w:t>
      </w:r>
      <w:r w:rsidR="00CB476B" w:rsidRPr="00CB476B">
        <w:rPr>
          <w:rFonts w:ascii="Arial" w:hAnsi="Arial"/>
        </w:rPr>
        <w:t xml:space="preserve">van de kader </w:t>
      </w:r>
      <w:r w:rsidRPr="00CB476B">
        <w:rPr>
          <w:rFonts w:ascii="Arial" w:hAnsi="Arial"/>
        </w:rPr>
        <w:t>is 1,5 cm</w:t>
      </w:r>
      <w:r w:rsidR="00CB476B" w:rsidRPr="00CB476B">
        <w:rPr>
          <w:rFonts w:ascii="Arial" w:hAnsi="Arial"/>
        </w:rPr>
        <w:t>, hier</w:t>
      </w:r>
      <w:r w:rsidRPr="00CB476B">
        <w:rPr>
          <w:rFonts w:ascii="Arial" w:hAnsi="Arial"/>
        </w:rPr>
        <w:t xml:space="preserve">door </w:t>
      </w:r>
      <w:r w:rsidR="00CB476B" w:rsidRPr="00CB476B">
        <w:rPr>
          <w:rFonts w:ascii="Arial" w:hAnsi="Arial"/>
        </w:rPr>
        <w:t xml:space="preserve">kunnen </w:t>
      </w:r>
      <w:r w:rsidRPr="00CB476B">
        <w:rPr>
          <w:rFonts w:ascii="Arial" w:hAnsi="Arial"/>
        </w:rPr>
        <w:t>de afwerking</w:t>
      </w:r>
      <w:r w:rsidR="00AA788A" w:rsidRPr="00CB476B">
        <w:rPr>
          <w:rFonts w:ascii="Arial" w:hAnsi="Arial"/>
        </w:rPr>
        <w:t>srand</w:t>
      </w:r>
      <w:r w:rsidR="00CB476B" w:rsidRPr="00CB476B">
        <w:rPr>
          <w:rFonts w:ascii="Arial" w:hAnsi="Arial"/>
        </w:rPr>
        <w:t xml:space="preserve">en </w:t>
      </w:r>
      <w:r w:rsidR="00AA788A" w:rsidRPr="00CB476B">
        <w:rPr>
          <w:rFonts w:ascii="Arial" w:hAnsi="Arial"/>
        </w:rPr>
        <w:t xml:space="preserve">van </w:t>
      </w:r>
      <w:r w:rsidRPr="00CB476B">
        <w:rPr>
          <w:rFonts w:ascii="Arial" w:hAnsi="Arial"/>
        </w:rPr>
        <w:t xml:space="preserve">de bedieningsplaat </w:t>
      </w:r>
      <w:r w:rsidR="00CB476B" w:rsidRPr="00CB476B">
        <w:rPr>
          <w:rFonts w:ascii="Arial" w:hAnsi="Arial"/>
        </w:rPr>
        <w:t>afgedekt</w:t>
      </w:r>
      <w:r w:rsidRPr="00CB476B">
        <w:rPr>
          <w:rFonts w:ascii="Arial" w:hAnsi="Arial"/>
        </w:rPr>
        <w:t xml:space="preserve"> word</w:t>
      </w:r>
      <w:r w:rsidR="00CB476B" w:rsidRPr="00CB476B">
        <w:rPr>
          <w:rFonts w:ascii="Arial" w:hAnsi="Arial"/>
        </w:rPr>
        <w:t>en</w:t>
      </w:r>
    </w:p>
    <w:p w:rsidR="00A54F0D" w:rsidRPr="00ED553F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ED553F">
        <w:rPr>
          <w:rFonts w:ascii="Arial" w:hAnsi="Arial"/>
        </w:rPr>
        <w:t>de buitenafmetingen worden hierdoor: 24 cm (breedte) x 15,7 cm (hoogte)</w:t>
      </w:r>
    </w:p>
    <w:p w:rsidR="00A54F0D" w:rsidRPr="00626F22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626F22">
        <w:rPr>
          <w:rFonts w:ascii="Arial" w:hAnsi="Arial"/>
        </w:rPr>
        <w:t>materiaal</w:t>
      </w:r>
      <w:r w:rsidR="00626F22" w:rsidRPr="00626F22">
        <w:rPr>
          <w:rFonts w:ascii="Arial" w:hAnsi="Arial"/>
        </w:rPr>
        <w:t>:</w:t>
      </w:r>
      <w:r w:rsidRPr="00626F22">
        <w:rPr>
          <w:rFonts w:ascii="Arial" w:hAnsi="Arial"/>
        </w:rPr>
        <w:t xml:space="preserve"> spuitgietzink met een </w:t>
      </w:r>
      <w:r w:rsidR="003D30E6" w:rsidRPr="00626F22">
        <w:rPr>
          <w:rFonts w:ascii="Arial" w:hAnsi="Arial"/>
        </w:rPr>
        <w:t xml:space="preserve">verchroomde </w:t>
      </w:r>
      <w:proofErr w:type="spellStart"/>
      <w:r w:rsidR="003D30E6" w:rsidRPr="00626F22">
        <w:rPr>
          <w:rFonts w:ascii="Arial" w:hAnsi="Arial"/>
        </w:rPr>
        <w:t>afwerkingslaag</w:t>
      </w:r>
      <w:proofErr w:type="spellEnd"/>
      <w:r w:rsidR="003D30E6" w:rsidRPr="00626F22">
        <w:rPr>
          <w:rFonts w:ascii="Arial" w:hAnsi="Arial"/>
        </w:rPr>
        <w:t xml:space="preserve"> </w:t>
      </w:r>
      <w:r w:rsidR="003D30E6" w:rsidRPr="00626F22">
        <w:rPr>
          <w:rFonts w:ascii="Arial" w:hAnsi="Arial"/>
          <w:color w:val="0070C0"/>
        </w:rPr>
        <w:t xml:space="preserve">(keuze uit: geborsteld chroom of </w:t>
      </w:r>
      <w:proofErr w:type="spellStart"/>
      <w:r w:rsidR="003D30E6" w:rsidRPr="00626F22">
        <w:rPr>
          <w:rFonts w:ascii="Arial" w:hAnsi="Arial"/>
          <w:color w:val="0070C0"/>
        </w:rPr>
        <w:t>glansverchroomd</w:t>
      </w:r>
      <w:proofErr w:type="spellEnd"/>
      <w:r w:rsidR="003D30E6" w:rsidRPr="00626F22">
        <w:rPr>
          <w:rFonts w:ascii="Arial" w:hAnsi="Arial"/>
          <w:color w:val="0070C0"/>
        </w:rPr>
        <w:t>)</w:t>
      </w:r>
    </w:p>
    <w:p w:rsidR="00A54F0D" w:rsidRPr="00AB0D19" w:rsidRDefault="00A54F0D" w:rsidP="00A54F0D">
      <w:pPr>
        <w:pStyle w:val="Bulleted2"/>
        <w:rPr>
          <w:rFonts w:ascii="Arial" w:hAnsi="Arial"/>
        </w:rPr>
      </w:pPr>
      <w:r w:rsidRPr="00AB0D19">
        <w:rPr>
          <w:rFonts w:ascii="Arial" w:hAnsi="Arial"/>
        </w:rPr>
        <w:t xml:space="preserve">de dikte van de boord </w:t>
      </w:r>
      <w:r w:rsidR="00AB0D19" w:rsidRPr="00AB0D19">
        <w:rPr>
          <w:rFonts w:ascii="Arial" w:hAnsi="Arial"/>
        </w:rPr>
        <w:t xml:space="preserve">van de kader </w:t>
      </w:r>
      <w:r w:rsidRPr="00AB0D19">
        <w:rPr>
          <w:rFonts w:ascii="Arial" w:hAnsi="Arial"/>
        </w:rPr>
        <w:t>is 0,7 cm en komt bovenop de muurafwerking</w:t>
      </w:r>
    </w:p>
    <w:p w:rsidR="00A54F0D" w:rsidRPr="00096082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096082">
        <w:rPr>
          <w:rFonts w:ascii="Arial" w:hAnsi="Arial"/>
        </w:rPr>
        <w:t xml:space="preserve">de bedieningsplaat, die </w:t>
      </w:r>
      <w:r w:rsidR="00096082" w:rsidRPr="00096082">
        <w:rPr>
          <w:rFonts w:ascii="Arial" w:hAnsi="Arial"/>
        </w:rPr>
        <w:t xml:space="preserve">aanvankelijk </w:t>
      </w:r>
      <w:r w:rsidRPr="00096082">
        <w:rPr>
          <w:rFonts w:ascii="Arial" w:hAnsi="Arial"/>
        </w:rPr>
        <w:t>in hetzelfde vlak l</w:t>
      </w:r>
      <w:r w:rsidR="00096082" w:rsidRPr="00096082">
        <w:rPr>
          <w:rFonts w:ascii="Arial" w:hAnsi="Arial"/>
        </w:rPr>
        <w:t>a</w:t>
      </w:r>
      <w:r w:rsidRPr="00096082">
        <w:rPr>
          <w:rFonts w:ascii="Arial" w:hAnsi="Arial"/>
        </w:rPr>
        <w:t xml:space="preserve">g als de muurafwerking, kan </w:t>
      </w:r>
      <w:r w:rsidR="00096082" w:rsidRPr="00096082">
        <w:rPr>
          <w:rFonts w:ascii="Arial" w:hAnsi="Arial"/>
        </w:rPr>
        <w:t xml:space="preserve"> </w:t>
      </w:r>
      <w:r w:rsidRPr="00096082">
        <w:rPr>
          <w:rFonts w:ascii="Arial" w:hAnsi="Arial"/>
        </w:rPr>
        <w:t xml:space="preserve">0,7 cm naar voor </w:t>
      </w:r>
      <w:r w:rsidR="00096082" w:rsidRPr="00096082">
        <w:rPr>
          <w:rFonts w:ascii="Arial" w:hAnsi="Arial"/>
        </w:rPr>
        <w:t xml:space="preserve">laten komen </w:t>
      </w:r>
      <w:r w:rsidRPr="00096082">
        <w:rPr>
          <w:rFonts w:ascii="Arial" w:hAnsi="Arial"/>
        </w:rPr>
        <w:t xml:space="preserve">om </w:t>
      </w:r>
      <w:r w:rsidR="00E640ED" w:rsidRPr="00096082">
        <w:rPr>
          <w:rFonts w:ascii="Arial" w:hAnsi="Arial"/>
        </w:rPr>
        <w:t xml:space="preserve">ze </w:t>
      </w:r>
      <w:r w:rsidR="00096082" w:rsidRPr="00096082">
        <w:rPr>
          <w:rFonts w:ascii="Arial" w:hAnsi="Arial"/>
        </w:rPr>
        <w:t xml:space="preserve">zodoende </w:t>
      </w:r>
      <w:r w:rsidRPr="00096082">
        <w:rPr>
          <w:rFonts w:ascii="Arial" w:hAnsi="Arial"/>
        </w:rPr>
        <w:t>in hetzelfde vlak als de rech</w:t>
      </w:r>
      <w:r w:rsidR="003D30E6" w:rsidRPr="00096082">
        <w:rPr>
          <w:rFonts w:ascii="Arial" w:hAnsi="Arial"/>
        </w:rPr>
        <w:t>t</w:t>
      </w:r>
      <w:r w:rsidRPr="00096082">
        <w:rPr>
          <w:rFonts w:ascii="Arial" w:hAnsi="Arial"/>
        </w:rPr>
        <w:t xml:space="preserve">hoekige </w:t>
      </w:r>
      <w:r w:rsidR="00E640ED" w:rsidRPr="00096082">
        <w:rPr>
          <w:rFonts w:ascii="Arial" w:hAnsi="Arial"/>
        </w:rPr>
        <w:t>k</w:t>
      </w:r>
      <w:r w:rsidRPr="00096082">
        <w:rPr>
          <w:rFonts w:ascii="Arial" w:hAnsi="Arial"/>
        </w:rPr>
        <w:t>ader</w:t>
      </w:r>
      <w:r w:rsidR="00E640ED" w:rsidRPr="00096082">
        <w:rPr>
          <w:rFonts w:ascii="Arial" w:hAnsi="Arial"/>
        </w:rPr>
        <w:t xml:space="preserve"> te brengen</w:t>
      </w:r>
    </w:p>
    <w:bookmarkEnd w:id="4"/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2B54D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5" w:name="_Hlk37860210"/>
            <w:r>
              <w:rPr>
                <w:noProof/>
              </w:rPr>
              <w:drawing>
                <wp:inline distT="0" distB="0" distL="0" distR="0" wp14:anchorId="1A669B2F" wp14:editId="58DD349D">
                  <wp:extent cx="1984375" cy="126238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62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F116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104B48D" wp14:editId="2823781F">
                  <wp:extent cx="1985010" cy="1384935"/>
                  <wp:effectExtent l="0" t="0" r="0" b="571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84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F1161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2FBDEDF" wp14:editId="137DF7B0">
                  <wp:extent cx="1804035" cy="2160270"/>
                  <wp:effectExtent l="0" t="0" r="571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5"/>
    </w:tbl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Toebehoren</w:t>
      </w:r>
      <w:proofErr w:type="spellEnd"/>
      <w:r>
        <w:rPr>
          <w:rFonts w:ascii="Arial" w:hAnsi="Arial" w:cs="Arial"/>
          <w:lang w:val="en-US"/>
        </w:rPr>
        <w:t>: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EC6BF6" w:rsidRPr="00A75548" w:rsidTr="00EC6BF6">
        <w:trPr>
          <w:trHeight w:hRule="exact" w:val="3402"/>
        </w:trPr>
        <w:tc>
          <w:tcPr>
            <w:tcW w:w="3341" w:type="dxa"/>
            <w:vAlign w:val="bottom"/>
          </w:tcPr>
          <w:p w:rsidR="00EC6BF6" w:rsidRDefault="00EC6BF6" w:rsidP="00916D1F">
            <w:pPr>
              <w:jc w:val="center"/>
              <w:rPr>
                <w:rFonts w:ascii="Arial" w:hAnsi="Arial" w:cs="Arial"/>
                <w:noProof/>
              </w:rPr>
            </w:pPr>
            <w:bookmarkStart w:id="6" w:name="_Hlk39764180"/>
            <w:r>
              <w:rPr>
                <w:noProof/>
              </w:rPr>
              <w:drawing>
                <wp:inline distT="0" distB="0" distL="0" distR="0" wp14:anchorId="4FCE21CD" wp14:editId="6348D00C">
                  <wp:extent cx="1984375" cy="188658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886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EC6BF6" w:rsidRDefault="00EC6BF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736F02B" wp14:editId="3685D24A">
                  <wp:extent cx="1985010" cy="17729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77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center"/>
          </w:tcPr>
          <w:p w:rsidR="00EC6BF6" w:rsidRDefault="00EC6BF6" w:rsidP="00916D1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5229224" wp14:editId="6930D81B">
                  <wp:extent cx="659887" cy="1375575"/>
                  <wp:effectExtent l="0" t="0" r="698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330" cy="1414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6"/>
    </w:tbl>
    <w:p w:rsidR="00EC69E9" w:rsidRDefault="00EC69E9" w:rsidP="00EC69E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EC69E9" w:rsidRDefault="00EC69E9" w:rsidP="00EC69E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proofErr w:type="spellStart"/>
      <w:r>
        <w:rPr>
          <w:rFonts w:ascii="Arial" w:hAnsi="Arial" w:cs="Arial"/>
          <w:lang w:val="nl-BE"/>
        </w:rPr>
        <w:t>glansverchroomde</w:t>
      </w:r>
      <w:proofErr w:type="spellEnd"/>
      <w:r>
        <w:rPr>
          <w:rFonts w:ascii="Arial" w:hAnsi="Arial" w:cs="Arial"/>
          <w:lang w:val="nl-BE"/>
        </w:rPr>
        <w:t xml:space="preserve"> kader</w:t>
      </w:r>
    </w:p>
    <w:p w:rsidR="00EC6BF6" w:rsidRPr="00700F00" w:rsidRDefault="00EC6BF6" w:rsidP="00EC6BF6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EC6BF6" w:rsidRDefault="00EC6BF6" w:rsidP="00EC6BF6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>
        <w:rPr>
          <w:rFonts w:ascii="Arial" w:hAnsi="Arial" w:cs="Arial"/>
          <w:lang w:val="nl-BE"/>
        </w:rPr>
        <w:t>24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96082" w:rsidRPr="00700F00" w:rsidRDefault="00096082" w:rsidP="00EC6BF6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B1 = 0,7 cm (breedte van de boord)</w:t>
      </w:r>
    </w:p>
    <w:p w:rsidR="00EC6BF6" w:rsidRDefault="00EC6BF6" w:rsidP="00EC6BF6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>
        <w:rPr>
          <w:rFonts w:ascii="Arial" w:hAnsi="Arial" w:cs="Arial"/>
          <w:lang w:val="nl-BE"/>
        </w:rPr>
        <w:t>15,7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EC6BF6" w:rsidRDefault="00EC6BF6" w:rsidP="00EC6BF6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0,6 cm (dikte)</w:t>
      </w:r>
    </w:p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EC69E9" w:rsidRPr="00B64DD5" w:rsidRDefault="00EC69E9" w:rsidP="00EC69E9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EC69E9" w:rsidRDefault="00EC69E9" w:rsidP="00EC69E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>Voor de kader</w:t>
      </w:r>
      <w:r w:rsidR="00A80B50">
        <w:rPr>
          <w:rFonts w:ascii="Arial" w:hAnsi="Arial"/>
          <w:color w:val="0070C0"/>
        </w:rPr>
        <w:t xml:space="preserve"> (toebehoren)</w:t>
      </w:r>
      <w:r>
        <w:rPr>
          <w:rFonts w:ascii="Arial" w:hAnsi="Arial"/>
          <w:color w:val="0070C0"/>
        </w:rPr>
        <w:t xml:space="preserve"> is </w:t>
      </w:r>
      <w:r w:rsidR="00A80B50">
        <w:rPr>
          <w:rFonts w:ascii="Arial" w:hAnsi="Arial"/>
          <w:color w:val="0070C0"/>
        </w:rPr>
        <w:t xml:space="preserve">er </w:t>
      </w:r>
      <w:bookmarkStart w:id="7" w:name="_GoBack"/>
      <w:bookmarkEnd w:id="7"/>
      <w:r>
        <w:rPr>
          <w:rFonts w:ascii="Arial" w:hAnsi="Arial"/>
          <w:color w:val="0070C0"/>
        </w:rPr>
        <w:t xml:space="preserve">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:rsidR="00EC69E9" w:rsidRDefault="00EC69E9" w:rsidP="00EC69E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EC69E9" w:rsidRPr="00F92362" w:rsidTr="0095616F">
        <w:tc>
          <w:tcPr>
            <w:tcW w:w="10026" w:type="dxa"/>
          </w:tcPr>
          <w:p w:rsidR="00EC69E9" w:rsidRPr="000E5167" w:rsidRDefault="00EC69E9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</w:tr>
      <w:tr w:rsidR="00EC69E9" w:rsidRPr="00F92362" w:rsidTr="0095616F">
        <w:tc>
          <w:tcPr>
            <w:tcW w:w="10026" w:type="dxa"/>
          </w:tcPr>
          <w:p w:rsidR="00EC69E9" w:rsidRDefault="00EC69E9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chroom</w:t>
            </w:r>
            <w:proofErr w:type="spellEnd"/>
          </w:p>
        </w:tc>
      </w:tr>
    </w:tbl>
    <w:p w:rsidR="002B26AA" w:rsidRDefault="002B26AA" w:rsidP="00EC69E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2B26AA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028A" w:rsidRDefault="0076028A">
      <w:r>
        <w:separator/>
      </w:r>
    </w:p>
  </w:endnote>
  <w:endnote w:type="continuationSeparator" w:id="0">
    <w:p w:rsidR="0076028A" w:rsidRDefault="00760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AE3" w:rsidRDefault="00FD0A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AE3" w:rsidRDefault="00FD0A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028A" w:rsidRDefault="0076028A">
      <w:r>
        <w:separator/>
      </w:r>
    </w:p>
  </w:footnote>
  <w:footnote w:type="continuationSeparator" w:id="0">
    <w:p w:rsidR="0076028A" w:rsidRDefault="00760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AE3" w:rsidRDefault="00FD0A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916BA0">
      <w:rPr>
        <w:rFonts w:ascii="Arial" w:hAnsi="Arial"/>
        <w:b/>
      </w:rPr>
      <w:t>6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692EAA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verchroomd,</w:t>
    </w:r>
    <w:r w:rsidR="00343EB2">
      <w:rPr>
        <w:rFonts w:ascii="Arial" w:hAnsi="Arial"/>
        <w:b/>
      </w:rPr>
      <w:t xml:space="preserve"> </w:t>
    </w:r>
    <w:r w:rsidR="00925740" w:rsidRPr="00925740">
      <w:rPr>
        <w:rFonts w:ascii="Arial" w:hAnsi="Arial"/>
        <w:b/>
      </w:rPr>
      <w:t>115.640.GH.1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AE3" w:rsidRDefault="00FD0A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6B69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146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96082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B7B38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BE0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63B78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5EED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7610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15DC"/>
    <w:rsid w:val="002A352C"/>
    <w:rsid w:val="002A46CC"/>
    <w:rsid w:val="002B01F3"/>
    <w:rsid w:val="002B1B7D"/>
    <w:rsid w:val="002B26AA"/>
    <w:rsid w:val="002B54D8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889"/>
    <w:rsid w:val="00313017"/>
    <w:rsid w:val="00315073"/>
    <w:rsid w:val="003151E7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43EB2"/>
    <w:rsid w:val="00350D53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2EBA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0E6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079C3"/>
    <w:rsid w:val="00407A70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828"/>
    <w:rsid w:val="00440CA1"/>
    <w:rsid w:val="00445B26"/>
    <w:rsid w:val="004460E0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A62E5"/>
    <w:rsid w:val="004B51F8"/>
    <w:rsid w:val="004B54E0"/>
    <w:rsid w:val="004B6DF3"/>
    <w:rsid w:val="004B7DF3"/>
    <w:rsid w:val="004C2E21"/>
    <w:rsid w:val="004C457C"/>
    <w:rsid w:val="004D015F"/>
    <w:rsid w:val="004D583C"/>
    <w:rsid w:val="004D6724"/>
    <w:rsid w:val="004D7BF6"/>
    <w:rsid w:val="004E0DC8"/>
    <w:rsid w:val="004E37D2"/>
    <w:rsid w:val="004E4C3A"/>
    <w:rsid w:val="004E654A"/>
    <w:rsid w:val="004E681D"/>
    <w:rsid w:val="004F1CE9"/>
    <w:rsid w:val="004F21C8"/>
    <w:rsid w:val="004F2BF6"/>
    <w:rsid w:val="0050492F"/>
    <w:rsid w:val="00505BC8"/>
    <w:rsid w:val="005111C7"/>
    <w:rsid w:val="005119E2"/>
    <w:rsid w:val="00513E6D"/>
    <w:rsid w:val="0051420F"/>
    <w:rsid w:val="00524F1B"/>
    <w:rsid w:val="0052622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9E6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1D6E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453C"/>
    <w:rsid w:val="005F5F37"/>
    <w:rsid w:val="005F688C"/>
    <w:rsid w:val="00600CE8"/>
    <w:rsid w:val="00602691"/>
    <w:rsid w:val="00602E44"/>
    <w:rsid w:val="00604EEC"/>
    <w:rsid w:val="006072CE"/>
    <w:rsid w:val="006101A0"/>
    <w:rsid w:val="00610DFE"/>
    <w:rsid w:val="006115CF"/>
    <w:rsid w:val="006127D6"/>
    <w:rsid w:val="0061788B"/>
    <w:rsid w:val="0062319E"/>
    <w:rsid w:val="00625C77"/>
    <w:rsid w:val="006265AC"/>
    <w:rsid w:val="00626F22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0152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2EA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22F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28A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2308"/>
    <w:rsid w:val="0081484D"/>
    <w:rsid w:val="008205F8"/>
    <w:rsid w:val="00820927"/>
    <w:rsid w:val="00823E62"/>
    <w:rsid w:val="00823FF8"/>
    <w:rsid w:val="0083093D"/>
    <w:rsid w:val="00832A37"/>
    <w:rsid w:val="008349CC"/>
    <w:rsid w:val="00834C3D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EC7"/>
    <w:rsid w:val="00880473"/>
    <w:rsid w:val="00881D68"/>
    <w:rsid w:val="008838BE"/>
    <w:rsid w:val="00890189"/>
    <w:rsid w:val="008A4182"/>
    <w:rsid w:val="008B369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D282D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16BA0"/>
    <w:rsid w:val="00921337"/>
    <w:rsid w:val="00924A9D"/>
    <w:rsid w:val="009251DA"/>
    <w:rsid w:val="009252FC"/>
    <w:rsid w:val="00925740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1116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031A"/>
    <w:rsid w:val="00A3738B"/>
    <w:rsid w:val="00A413BA"/>
    <w:rsid w:val="00A41F40"/>
    <w:rsid w:val="00A43BF8"/>
    <w:rsid w:val="00A43F59"/>
    <w:rsid w:val="00A44D14"/>
    <w:rsid w:val="00A45E60"/>
    <w:rsid w:val="00A52E7D"/>
    <w:rsid w:val="00A5480D"/>
    <w:rsid w:val="00A54F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B50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A788A"/>
    <w:rsid w:val="00AB0D19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3A4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3A81"/>
    <w:rsid w:val="00BA44E9"/>
    <w:rsid w:val="00BA53E5"/>
    <w:rsid w:val="00BA6C8C"/>
    <w:rsid w:val="00BB0FFD"/>
    <w:rsid w:val="00BB21EE"/>
    <w:rsid w:val="00BB2D17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3EA6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5FDC"/>
    <w:rsid w:val="00C77E56"/>
    <w:rsid w:val="00C85EEE"/>
    <w:rsid w:val="00C8774F"/>
    <w:rsid w:val="00C91270"/>
    <w:rsid w:val="00C91A92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76B"/>
    <w:rsid w:val="00CB493A"/>
    <w:rsid w:val="00CB6D62"/>
    <w:rsid w:val="00CB7793"/>
    <w:rsid w:val="00CC29D1"/>
    <w:rsid w:val="00CC3FC6"/>
    <w:rsid w:val="00CC637F"/>
    <w:rsid w:val="00CC6D44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2E97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4CC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40ED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86B3D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69E9"/>
    <w:rsid w:val="00EC6BF6"/>
    <w:rsid w:val="00EC7D55"/>
    <w:rsid w:val="00ED32C1"/>
    <w:rsid w:val="00ED4EFD"/>
    <w:rsid w:val="00ED553F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FDE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0AE3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161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840445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customXml" Target="../customXml/item3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Relationship Id="rId22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D1AE376-2399-4EFD-95CE-B85687B7B9FA}"/>
</file>

<file path=customXml/itemProps2.xml><?xml version="1.0" encoding="utf-8"?>
<ds:datastoreItem xmlns:ds="http://schemas.openxmlformats.org/officeDocument/2006/customXml" ds:itemID="{DAA6B3C4-128D-4C23-8F6B-3BBFA8F15051}"/>
</file>

<file path=customXml/itemProps3.xml><?xml version="1.0" encoding="utf-8"?>
<ds:datastoreItem xmlns:ds="http://schemas.openxmlformats.org/officeDocument/2006/customXml" ds:itemID="{716FD19E-3EAA-4DAF-AE7E-12B3C1225839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244</TotalTime>
  <Pages>3</Pages>
  <Words>592</Words>
  <Characters>3375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40</cp:revision>
  <cp:lastPrinted>2011-12-15T11:32:00Z</cp:lastPrinted>
  <dcterms:created xsi:type="dcterms:W3CDTF">2020-05-07T09:49:00Z</dcterms:created>
  <dcterms:modified xsi:type="dcterms:W3CDTF">2020-05-12T14:35:00Z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